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CC" w:rsidRDefault="00102659" w:rsidP="00406DCC">
      <w:pPr>
        <w:jc w:val="center"/>
        <w:rPr>
          <w:color w:val="4F81BD" w:themeColor="accent1"/>
          <w:sz w:val="40"/>
          <w:szCs w:val="40"/>
          <w:u w:val="single"/>
        </w:rPr>
      </w:pPr>
      <w:bookmarkStart w:id="0" w:name="_GoBack"/>
      <w:bookmarkEnd w:id="0"/>
      <w:r>
        <w:rPr>
          <w:rFonts w:hint="eastAsia"/>
          <w:color w:val="4F81BD" w:themeColor="accent1"/>
          <w:sz w:val="40"/>
          <w:szCs w:val="40"/>
          <w:u w:val="single"/>
        </w:rPr>
        <w:t xml:space="preserve">D.I.Y. Japanese: </w:t>
      </w:r>
      <w:r w:rsidR="006A37CF" w:rsidRPr="006A37CF">
        <w:rPr>
          <w:rFonts w:hint="eastAsia"/>
          <w:color w:val="4F81BD" w:themeColor="accent1"/>
          <w:sz w:val="40"/>
          <w:szCs w:val="40"/>
          <w:u w:val="single"/>
        </w:rPr>
        <w:t>Taking Clubs on Excursions</w:t>
      </w:r>
    </w:p>
    <w:p w:rsidR="00406DCC" w:rsidRPr="00406DCC" w:rsidRDefault="00406DCC" w:rsidP="00406DCC">
      <w:pPr>
        <w:jc w:val="center"/>
        <w:rPr>
          <w:color w:val="4F81BD" w:themeColor="accent1"/>
          <w:sz w:val="28"/>
          <w:szCs w:val="28"/>
          <w:u w:val="single"/>
        </w:rPr>
      </w:pPr>
      <w:r w:rsidRPr="00406DCC">
        <w:rPr>
          <w:rFonts w:hint="eastAsia"/>
          <w:color w:val="4F81BD" w:themeColor="accent1"/>
          <w:sz w:val="28"/>
          <w:szCs w:val="28"/>
          <w:u w:val="single"/>
        </w:rPr>
        <w:t>(with Edward de Bono</w:t>
      </w:r>
      <w:r w:rsidRPr="00406DCC">
        <w:rPr>
          <w:color w:val="4F81BD" w:themeColor="accent1"/>
          <w:sz w:val="28"/>
          <w:szCs w:val="28"/>
          <w:u w:val="single"/>
        </w:rPr>
        <w:t>’</w:t>
      </w:r>
      <w:r w:rsidRPr="00406DCC">
        <w:rPr>
          <w:rFonts w:hint="eastAsia"/>
          <w:color w:val="4F81BD" w:themeColor="accent1"/>
          <w:sz w:val="28"/>
          <w:szCs w:val="28"/>
          <w:u w:val="single"/>
        </w:rPr>
        <w:t>s 6 Thinking Hats)</w:t>
      </w:r>
    </w:p>
    <w:p w:rsidR="006A37CF" w:rsidRPr="000D3B95" w:rsidRDefault="006A37CF">
      <w:pPr>
        <w:rPr>
          <w:b/>
          <w:color w:val="00B050"/>
          <w:sz w:val="32"/>
          <w:szCs w:val="32"/>
        </w:rPr>
      </w:pPr>
      <w:r w:rsidRPr="000D3B95">
        <w:rPr>
          <w:rFonts w:hint="eastAsia"/>
          <w:b/>
          <w:color w:val="00B050"/>
          <w:sz w:val="32"/>
          <w:szCs w:val="32"/>
        </w:rPr>
        <w:t>Find Japan in U.K.</w:t>
      </w:r>
      <w:r w:rsidR="00406DCC">
        <w:rPr>
          <w:rFonts w:hint="eastAsia"/>
          <w:b/>
          <w:color w:val="00B050"/>
          <w:sz w:val="32"/>
          <w:szCs w:val="32"/>
        </w:rPr>
        <w:t xml:space="preserve"> (Creative)</w:t>
      </w:r>
    </w:p>
    <w:p w:rsidR="006A37CF" w:rsidRPr="006A37CF" w:rsidRDefault="006A37CF" w:rsidP="006A37C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Club Taishikan</w:t>
      </w:r>
    </w:p>
    <w:p w:rsidR="006A37CF" w:rsidRPr="006A37CF" w:rsidRDefault="006A37CF" w:rsidP="006A37C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British Museum</w:t>
      </w:r>
    </w:p>
    <w:p w:rsidR="006A37CF" w:rsidRPr="006A37CF" w:rsidRDefault="006A37CF" w:rsidP="006A37C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Calligraphy Art Exhibition</w:t>
      </w:r>
    </w:p>
    <w:p w:rsidR="006A37CF" w:rsidRPr="006A37CF" w:rsidRDefault="006A37CF" w:rsidP="006A37C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Japanese School in Acton</w:t>
      </w:r>
    </w:p>
    <w:p w:rsidR="006A37CF" w:rsidRPr="006A37CF" w:rsidRDefault="006A37CF" w:rsidP="006A37C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Hyper Japan</w:t>
      </w:r>
    </w:p>
    <w:p w:rsidR="006A37CF" w:rsidRPr="006A37CF" w:rsidRDefault="006A37CF" w:rsidP="006A37C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Taiko Drummers Concert</w:t>
      </w:r>
    </w:p>
    <w:p w:rsidR="006A37CF" w:rsidRPr="006A37CF" w:rsidRDefault="006A37CF" w:rsidP="006A37CF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Teikyo School in Slough</w:t>
      </w:r>
    </w:p>
    <w:p w:rsidR="006A37CF" w:rsidRPr="006A37CF" w:rsidRDefault="006A37CF" w:rsidP="006A37CF">
      <w:pPr>
        <w:spacing w:after="0" w:line="240" w:lineRule="auto"/>
        <w:rPr>
          <w:rFonts w:ascii="Calibri" w:hAnsi="Calibri" w:cs="Times New Roman"/>
          <w:color w:val="00B050"/>
          <w:sz w:val="24"/>
          <w:szCs w:val="24"/>
        </w:rPr>
      </w:pPr>
      <w:r w:rsidRPr="006A37CF">
        <w:rPr>
          <w:rFonts w:ascii="Calibri" w:eastAsia="Times New Roman" w:hAnsi="Calibri" w:cs="Times New Roman"/>
          <w:color w:val="00B050"/>
          <w:sz w:val="24"/>
          <w:szCs w:val="24"/>
        </w:rPr>
        <w:t>Chiddingstone Castl</w:t>
      </w:r>
      <w:r>
        <w:rPr>
          <w:rFonts w:ascii="Calibri" w:eastAsia="Times New Roman" w:hAnsi="Calibri" w:cs="Times New Roman"/>
          <w:color w:val="00B050"/>
          <w:sz w:val="24"/>
          <w:szCs w:val="24"/>
        </w:rPr>
        <w:t>e</w:t>
      </w:r>
    </w:p>
    <w:p w:rsidR="006A37CF" w:rsidRDefault="006A37CF" w:rsidP="006A37CF">
      <w:pPr>
        <w:spacing w:after="0" w:line="240" w:lineRule="auto"/>
        <w:rPr>
          <w:rFonts w:ascii="Calibri" w:hAnsi="Calibri" w:cs="Times New Roman"/>
          <w:color w:val="00B050"/>
          <w:sz w:val="24"/>
          <w:szCs w:val="24"/>
        </w:rPr>
      </w:pPr>
    </w:p>
    <w:p w:rsidR="006A37CF" w:rsidRPr="000D3B95" w:rsidRDefault="006A37CF" w:rsidP="006A37CF">
      <w:pPr>
        <w:spacing w:after="0" w:line="240" w:lineRule="auto"/>
        <w:rPr>
          <w:rFonts w:ascii="Calibri" w:hAnsi="Calibri" w:cs="Times New Roman"/>
          <w:b/>
          <w:color w:val="FF0000"/>
          <w:sz w:val="32"/>
          <w:szCs w:val="32"/>
        </w:rPr>
      </w:pPr>
      <w:r w:rsidRPr="000D3B95">
        <w:rPr>
          <w:rFonts w:ascii="Calibri" w:hAnsi="Calibri" w:cs="Times New Roman" w:hint="eastAsia"/>
          <w:b/>
          <w:color w:val="FF0000"/>
          <w:sz w:val="32"/>
          <w:szCs w:val="32"/>
        </w:rPr>
        <w:t>Share Your Passion</w:t>
      </w:r>
      <w:r w:rsidRPr="000D3B95">
        <w:rPr>
          <w:rFonts w:ascii="Calibri" w:hAnsi="Calibri" w:cs="Times New Roman"/>
          <w:b/>
          <w:color w:val="FF0000"/>
          <w:sz w:val="32"/>
          <w:szCs w:val="32"/>
        </w:rPr>
        <w:t>…</w:t>
      </w:r>
      <w:r w:rsidR="00406DCC">
        <w:rPr>
          <w:rFonts w:ascii="Calibri" w:hAnsi="Calibri" w:cs="Times New Roman" w:hint="eastAsia"/>
          <w:b/>
          <w:color w:val="FF0000"/>
          <w:sz w:val="28"/>
          <w:szCs w:val="28"/>
        </w:rPr>
        <w:t>And</w:t>
      </w:r>
      <w:r w:rsidRPr="000D3B95">
        <w:rPr>
          <w:rFonts w:ascii="Calibri" w:hAnsi="Calibri" w:cs="Times New Roman" w:hint="eastAsia"/>
          <w:b/>
          <w:color w:val="FF0000"/>
          <w:sz w:val="28"/>
          <w:szCs w:val="28"/>
        </w:rPr>
        <w:t xml:space="preserve"> get others to help</w:t>
      </w:r>
      <w:r w:rsidR="00406DCC">
        <w:rPr>
          <w:rFonts w:ascii="Calibri" w:hAnsi="Calibri" w:cs="Times New Roman" w:hint="eastAsia"/>
          <w:b/>
          <w:color w:val="FF0000"/>
          <w:sz w:val="28"/>
          <w:szCs w:val="28"/>
        </w:rPr>
        <w:t xml:space="preserve"> </w:t>
      </w:r>
      <w:r w:rsidR="00406DCC" w:rsidRPr="00406DCC">
        <w:rPr>
          <w:rFonts w:ascii="Calibri" w:hAnsi="Calibri" w:cs="Times New Roman" w:hint="eastAsia"/>
          <w:b/>
          <w:color w:val="FF0000"/>
          <w:sz w:val="32"/>
          <w:szCs w:val="32"/>
        </w:rPr>
        <w:t>(Emotional)</w:t>
      </w:r>
    </w:p>
    <w:p w:rsidR="006A37CF" w:rsidRDefault="006A37CF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</w:p>
    <w:p w:rsidR="006A37CF" w:rsidRPr="006A37CF" w:rsidRDefault="006A37CF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  <w:r w:rsidRPr="006A37CF">
        <w:rPr>
          <w:rFonts w:ascii="Calibri" w:hAnsi="Calibri" w:cs="Times New Roman" w:hint="eastAsia"/>
          <w:color w:val="FF0000"/>
          <w:sz w:val="24"/>
          <w:szCs w:val="24"/>
        </w:rPr>
        <w:t>Gain approval from a person in authority</w:t>
      </w:r>
    </w:p>
    <w:p w:rsidR="006A37CF" w:rsidRDefault="006A37CF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  <w:r>
        <w:rPr>
          <w:rFonts w:ascii="Calibri" w:hAnsi="Calibri" w:cs="Times New Roman" w:hint="eastAsia"/>
          <w:color w:val="FF0000"/>
          <w:sz w:val="24"/>
          <w:szCs w:val="24"/>
        </w:rPr>
        <w:t>Finance to collect money</w:t>
      </w:r>
    </w:p>
    <w:p w:rsidR="006A37CF" w:rsidRDefault="006A37CF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  <w:r>
        <w:rPr>
          <w:rFonts w:ascii="Calibri" w:hAnsi="Calibri" w:cs="Times New Roman" w:hint="eastAsia"/>
          <w:color w:val="FF0000"/>
          <w:sz w:val="24"/>
          <w:szCs w:val="24"/>
        </w:rPr>
        <w:t>School Nurse to summarise medical forms</w:t>
      </w:r>
    </w:p>
    <w:p w:rsidR="006A37CF" w:rsidRDefault="006A37CF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  <w:r>
        <w:rPr>
          <w:rFonts w:ascii="Calibri" w:hAnsi="Calibri" w:cs="Times New Roman" w:hint="eastAsia"/>
          <w:color w:val="FF0000"/>
          <w:sz w:val="24"/>
          <w:szCs w:val="24"/>
        </w:rPr>
        <w:t>Prefects to take photos, write reports</w:t>
      </w:r>
      <w:r w:rsidR="009A26F1">
        <w:rPr>
          <w:rFonts w:ascii="Calibri" w:hAnsi="Calibri" w:cs="Times New Roman" w:hint="eastAsia"/>
          <w:color w:val="FF0000"/>
          <w:sz w:val="24"/>
          <w:szCs w:val="24"/>
        </w:rPr>
        <w:t xml:space="preserve"> for website/media</w:t>
      </w:r>
    </w:p>
    <w:p w:rsidR="006A37CF" w:rsidRDefault="00F651EA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  <w:r>
        <w:rPr>
          <w:rFonts w:ascii="Calibri" w:hAnsi="Calibri" w:cs="Times New Roman"/>
          <w:color w:val="FF0000"/>
          <w:sz w:val="24"/>
          <w:szCs w:val="24"/>
        </w:rPr>
        <w:t xml:space="preserve">Example </w:t>
      </w:r>
      <w:hyperlink r:id="rId5" w:history="1">
        <w:r w:rsidRPr="00F651EA">
          <w:rPr>
            <w:rStyle w:val="Hyperlink"/>
            <w:rFonts w:ascii="Calibri" w:hAnsi="Calibri" w:cs="Times New Roman"/>
            <w:color w:val="FF0000"/>
            <w:sz w:val="24"/>
            <w:szCs w:val="24"/>
          </w:rPr>
          <w:t>http://www.wavellschool.org.uk/Student-Zone/Japanese-Club/</w:t>
        </w:r>
      </w:hyperlink>
    </w:p>
    <w:p w:rsidR="00F651EA" w:rsidRDefault="00F651EA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</w:p>
    <w:p w:rsidR="006A37CF" w:rsidRPr="000D3B95" w:rsidRDefault="006A37CF" w:rsidP="006A37CF">
      <w:pPr>
        <w:spacing w:after="0" w:line="240" w:lineRule="auto"/>
        <w:rPr>
          <w:rFonts w:ascii="Calibri" w:hAnsi="Calibri" w:cs="Times New Roman"/>
          <w:b/>
          <w:color w:val="808080" w:themeColor="background1" w:themeShade="80"/>
          <w:sz w:val="32"/>
          <w:szCs w:val="32"/>
        </w:rPr>
      </w:pPr>
      <w:r w:rsidRPr="000D3B95">
        <w:rPr>
          <w:rFonts w:ascii="Calibri" w:hAnsi="Calibri" w:cs="Times New Roman" w:hint="eastAsia"/>
          <w:b/>
          <w:color w:val="808080" w:themeColor="background1" w:themeShade="80"/>
          <w:sz w:val="32"/>
          <w:szCs w:val="32"/>
        </w:rPr>
        <w:t>Paperwork</w:t>
      </w:r>
      <w:r w:rsidR="00406DCC">
        <w:rPr>
          <w:rFonts w:ascii="Calibri" w:hAnsi="Calibri" w:cs="Times New Roman" w:hint="eastAsia"/>
          <w:b/>
          <w:color w:val="808080" w:themeColor="background1" w:themeShade="80"/>
          <w:sz w:val="32"/>
          <w:szCs w:val="32"/>
        </w:rPr>
        <w:t xml:space="preserve"> (Factual)</w:t>
      </w:r>
    </w:p>
    <w:p w:rsidR="006A37CF" w:rsidRPr="006A37CF" w:rsidRDefault="006A37CF" w:rsidP="006A37CF">
      <w:pPr>
        <w:spacing w:after="0" w:line="240" w:lineRule="auto"/>
        <w:rPr>
          <w:rFonts w:ascii="Calibri" w:hAnsi="Calibri" w:cs="Times New Roman"/>
          <w:color w:val="808080" w:themeColor="background1" w:themeShade="80"/>
          <w:sz w:val="24"/>
          <w:szCs w:val="24"/>
        </w:rPr>
      </w:pPr>
    </w:p>
    <w:p w:rsidR="006A37CF" w:rsidRDefault="006A37CF" w:rsidP="006A37CF">
      <w:pPr>
        <w:spacing w:after="0" w:line="240" w:lineRule="auto"/>
        <w:rPr>
          <w:rFonts w:ascii="Calibri" w:hAnsi="Calibri" w:cs="Times New Roman"/>
          <w:color w:val="808080" w:themeColor="background1" w:themeShade="80"/>
          <w:sz w:val="24"/>
          <w:szCs w:val="24"/>
        </w:rPr>
      </w:pPr>
      <w:r>
        <w:rPr>
          <w:rFonts w:ascii="Calibri" w:hAnsi="Calibri" w:cs="Times New Roman" w:hint="eastAsia"/>
          <w:color w:val="808080" w:themeColor="background1" w:themeShade="80"/>
          <w:sz w:val="24"/>
          <w:szCs w:val="24"/>
        </w:rPr>
        <w:t>Get it on the Calendar</w:t>
      </w:r>
    </w:p>
    <w:p w:rsidR="006A37CF" w:rsidRDefault="006A37CF" w:rsidP="006A37CF">
      <w:pPr>
        <w:spacing w:after="0" w:line="240" w:lineRule="auto"/>
        <w:rPr>
          <w:rFonts w:ascii="Calibri" w:hAnsi="Calibri" w:cs="Times New Roman"/>
          <w:color w:val="808080" w:themeColor="background1" w:themeShade="80"/>
          <w:sz w:val="24"/>
          <w:szCs w:val="24"/>
        </w:rPr>
      </w:pPr>
      <w:r>
        <w:rPr>
          <w:rFonts w:ascii="Calibri" w:hAnsi="Calibri" w:cs="Times New Roman" w:hint="eastAsia"/>
          <w:color w:val="808080" w:themeColor="background1" w:themeShade="80"/>
          <w:sz w:val="24"/>
          <w:szCs w:val="24"/>
        </w:rPr>
        <w:t>Copy and paste, then adjust letters, H&amp;S Documents</w:t>
      </w:r>
    </w:p>
    <w:p w:rsidR="006A37CF" w:rsidRPr="006A37CF" w:rsidRDefault="006A37CF" w:rsidP="006A37CF">
      <w:pPr>
        <w:spacing w:after="0" w:line="240" w:lineRule="auto"/>
        <w:rPr>
          <w:rFonts w:ascii="Calibri" w:hAnsi="Calibri" w:cs="Times New Roman"/>
          <w:color w:val="FF0000"/>
          <w:sz w:val="24"/>
          <w:szCs w:val="24"/>
        </w:rPr>
      </w:pPr>
    </w:p>
    <w:p w:rsidR="006A37CF" w:rsidRPr="000D3B95" w:rsidRDefault="006A37CF" w:rsidP="006A37CF">
      <w:pPr>
        <w:spacing w:after="0" w:line="240" w:lineRule="auto"/>
        <w:rPr>
          <w:rFonts w:ascii="Calibri" w:hAnsi="Calibri" w:cs="Times New Roman"/>
          <w:b/>
          <w:sz w:val="32"/>
          <w:szCs w:val="32"/>
        </w:rPr>
      </w:pPr>
      <w:r w:rsidRPr="000D3B95">
        <w:rPr>
          <w:rFonts w:ascii="Calibri" w:hAnsi="Calibri" w:cs="Times New Roman" w:hint="eastAsia"/>
          <w:b/>
          <w:sz w:val="32"/>
          <w:szCs w:val="32"/>
        </w:rPr>
        <w:t>Dr Pepper</w:t>
      </w:r>
      <w:r w:rsidRPr="000D3B95">
        <w:rPr>
          <w:rFonts w:ascii="Calibri" w:hAnsi="Calibri" w:cs="Times New Roman"/>
          <w:b/>
          <w:sz w:val="32"/>
          <w:szCs w:val="32"/>
        </w:rPr>
        <w:t>…</w:t>
      </w:r>
      <w:r w:rsidRPr="000D3B95">
        <w:rPr>
          <w:rFonts w:ascii="Calibri" w:hAnsi="Calibri" w:cs="Times New Roman" w:hint="eastAsia"/>
          <w:b/>
          <w:sz w:val="28"/>
          <w:szCs w:val="28"/>
        </w:rPr>
        <w:t>What</w:t>
      </w:r>
      <w:r w:rsidRPr="000D3B95">
        <w:rPr>
          <w:rFonts w:ascii="Calibri" w:hAnsi="Calibri" w:cs="Times New Roman"/>
          <w:b/>
          <w:sz w:val="28"/>
          <w:szCs w:val="28"/>
        </w:rPr>
        <w:t>’</w:t>
      </w:r>
      <w:r w:rsidRPr="000D3B95">
        <w:rPr>
          <w:rFonts w:ascii="Calibri" w:hAnsi="Calibri" w:cs="Times New Roman" w:hint="eastAsia"/>
          <w:b/>
          <w:sz w:val="28"/>
          <w:szCs w:val="28"/>
        </w:rPr>
        <w:t>s the worst that could happen</w:t>
      </w:r>
      <w:r w:rsidR="00406DCC">
        <w:rPr>
          <w:rFonts w:ascii="Calibri" w:hAnsi="Calibri" w:cs="Times New Roman" w:hint="eastAsia"/>
          <w:b/>
          <w:sz w:val="28"/>
          <w:szCs w:val="28"/>
        </w:rPr>
        <w:t xml:space="preserve"> </w:t>
      </w:r>
      <w:r w:rsidR="00406DCC" w:rsidRPr="00406DCC">
        <w:rPr>
          <w:rFonts w:ascii="Calibri" w:hAnsi="Calibri" w:cs="Times New Roman" w:hint="eastAsia"/>
          <w:b/>
          <w:sz w:val="32"/>
          <w:szCs w:val="32"/>
        </w:rPr>
        <w:t>(Fear)</w:t>
      </w:r>
    </w:p>
    <w:p w:rsidR="006A37CF" w:rsidRDefault="006A37CF" w:rsidP="006A37CF">
      <w:pPr>
        <w:spacing w:after="0" w:line="240" w:lineRule="auto"/>
        <w:rPr>
          <w:rFonts w:ascii="Calibri" w:hAnsi="Calibri" w:cs="Times New Roman"/>
          <w:sz w:val="32"/>
          <w:szCs w:val="32"/>
        </w:rPr>
      </w:pPr>
    </w:p>
    <w:p w:rsidR="006A37CF" w:rsidRDefault="009A26F1" w:rsidP="006A37CF">
      <w:pPr>
        <w:spacing w:after="0" w:line="24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eastAsia"/>
          <w:sz w:val="24"/>
          <w:szCs w:val="24"/>
        </w:rPr>
        <w:t>In my case</w:t>
      </w:r>
      <w:r>
        <w:rPr>
          <w:rFonts w:ascii="Calibri" w:hAnsi="Calibri" w:cs="Times New Roman"/>
          <w:sz w:val="24"/>
          <w:szCs w:val="24"/>
        </w:rPr>
        <w:t>…</w:t>
      </w:r>
      <w:r>
        <w:rPr>
          <w:rFonts w:ascii="Calibri" w:hAnsi="Calibri" w:cs="Times New Roman" w:hint="eastAsia"/>
          <w:sz w:val="24"/>
          <w:szCs w:val="24"/>
        </w:rPr>
        <w:t>Losing a student on the London Underground</w:t>
      </w:r>
    </w:p>
    <w:p w:rsidR="000D3B95" w:rsidRDefault="000D3B95" w:rsidP="006A37CF">
      <w:pPr>
        <w:spacing w:after="0" w:line="24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 w:hint="eastAsia"/>
          <w:sz w:val="24"/>
          <w:szCs w:val="24"/>
        </w:rPr>
        <w:t>Do the best you can. Then live and learn</w:t>
      </w:r>
    </w:p>
    <w:p w:rsidR="009A26F1" w:rsidRDefault="009A26F1" w:rsidP="006A37CF">
      <w:pPr>
        <w:spacing w:after="0" w:line="240" w:lineRule="auto"/>
        <w:rPr>
          <w:rFonts w:ascii="Calibri" w:hAnsi="Calibri" w:cs="Times New Roman"/>
          <w:sz w:val="24"/>
          <w:szCs w:val="24"/>
        </w:rPr>
      </w:pPr>
    </w:p>
    <w:p w:rsidR="009A26F1" w:rsidRPr="000D3B95" w:rsidRDefault="009A26F1" w:rsidP="006A37CF">
      <w:pPr>
        <w:spacing w:after="0" w:line="240" w:lineRule="auto"/>
        <w:rPr>
          <w:rStyle w:val="Emphasis"/>
          <w:b/>
          <w:i w:val="0"/>
          <w:color w:val="E36C0A" w:themeColor="accent6" w:themeShade="BF"/>
          <w:sz w:val="32"/>
          <w:szCs w:val="32"/>
        </w:rPr>
      </w:pPr>
      <w:r w:rsidRPr="000D3B95">
        <w:rPr>
          <w:rStyle w:val="Emphasis"/>
          <w:rFonts w:hint="eastAsia"/>
          <w:b/>
          <w:i w:val="0"/>
          <w:color w:val="E36C0A" w:themeColor="accent6" w:themeShade="BF"/>
          <w:sz w:val="32"/>
          <w:szCs w:val="32"/>
        </w:rPr>
        <w:t>Kids Love It</w:t>
      </w:r>
      <w:r w:rsidRPr="000D3B95">
        <w:rPr>
          <w:rStyle w:val="Emphasis"/>
          <w:b/>
          <w:i w:val="0"/>
          <w:color w:val="E36C0A" w:themeColor="accent6" w:themeShade="BF"/>
          <w:sz w:val="32"/>
          <w:szCs w:val="32"/>
        </w:rPr>
        <w:t>…</w:t>
      </w:r>
      <w:r w:rsidRPr="000D3B95">
        <w:rPr>
          <w:rStyle w:val="Emphasis"/>
          <w:rFonts w:hint="eastAsia"/>
          <w:b/>
          <w:i w:val="0"/>
          <w:color w:val="E36C0A" w:themeColor="accent6" w:themeShade="BF"/>
          <w:sz w:val="28"/>
          <w:szCs w:val="28"/>
        </w:rPr>
        <w:t>Learning outside of the classroom</w:t>
      </w:r>
      <w:r w:rsidR="00406DCC">
        <w:rPr>
          <w:rStyle w:val="Emphasis"/>
          <w:rFonts w:hint="eastAsia"/>
          <w:b/>
          <w:i w:val="0"/>
          <w:color w:val="E36C0A" w:themeColor="accent6" w:themeShade="BF"/>
          <w:sz w:val="28"/>
          <w:szCs w:val="28"/>
        </w:rPr>
        <w:t xml:space="preserve"> </w:t>
      </w:r>
      <w:r w:rsidR="00406DCC" w:rsidRPr="00406DCC">
        <w:rPr>
          <w:rStyle w:val="Emphasis"/>
          <w:rFonts w:hint="eastAsia"/>
          <w:b/>
          <w:i w:val="0"/>
          <w:color w:val="E36C0A" w:themeColor="accent6" w:themeShade="BF"/>
          <w:sz w:val="32"/>
          <w:szCs w:val="32"/>
        </w:rPr>
        <w:t>(Positive)</w:t>
      </w:r>
    </w:p>
    <w:p w:rsidR="009A26F1" w:rsidRDefault="009A26F1" w:rsidP="006A37CF">
      <w:pPr>
        <w:spacing w:after="0" w:line="240" w:lineRule="auto"/>
        <w:rPr>
          <w:rStyle w:val="Emphasis"/>
          <w:color w:val="000000"/>
        </w:rPr>
      </w:pPr>
    </w:p>
    <w:p w:rsidR="009A26F1" w:rsidRPr="000D3B95" w:rsidRDefault="009A26F1" w:rsidP="006A37CF">
      <w:pPr>
        <w:spacing w:after="0" w:line="240" w:lineRule="auto"/>
        <w:rPr>
          <w:rStyle w:val="Emphasis"/>
          <w:color w:val="E36C0A" w:themeColor="accent6" w:themeShade="BF"/>
        </w:rPr>
      </w:pPr>
      <w:r w:rsidRPr="000D3B95">
        <w:rPr>
          <w:rStyle w:val="Emphasis"/>
          <w:color w:val="E36C0A" w:themeColor="accent6" w:themeShade="BF"/>
        </w:rPr>
        <w:t xml:space="preserve">“I loved doing the origami – we made little people in kimonos and hats from newspaper. </w:t>
      </w:r>
    </w:p>
    <w:p w:rsidR="009A26F1" w:rsidRPr="000D3B95" w:rsidRDefault="009A26F1" w:rsidP="006A37CF">
      <w:pPr>
        <w:spacing w:after="0" w:line="240" w:lineRule="auto"/>
        <w:rPr>
          <w:rStyle w:val="Emphasis"/>
          <w:color w:val="E36C0A" w:themeColor="accent6" w:themeShade="BF"/>
        </w:rPr>
      </w:pPr>
      <w:r w:rsidRPr="000D3B95">
        <w:rPr>
          <w:rStyle w:val="Emphasis"/>
          <w:color w:val="E36C0A" w:themeColor="accent6" w:themeShade="BF"/>
        </w:rPr>
        <w:t>The writing was different.”</w:t>
      </w:r>
    </w:p>
    <w:p w:rsidR="00406DCC" w:rsidRDefault="00406DCC">
      <w:pPr>
        <w:rPr>
          <w:color w:val="00B050"/>
          <w:sz w:val="32"/>
          <w:szCs w:val="32"/>
        </w:rPr>
      </w:pPr>
    </w:p>
    <w:p w:rsidR="000D3B95" w:rsidRPr="000D3B95" w:rsidRDefault="000D3B95">
      <w:pPr>
        <w:rPr>
          <w:b/>
          <w:color w:val="1F497D" w:themeColor="text2"/>
          <w:sz w:val="32"/>
          <w:szCs w:val="32"/>
        </w:rPr>
      </w:pPr>
      <w:r>
        <w:rPr>
          <w:rFonts w:hint="eastAsia"/>
          <w:b/>
          <w:color w:val="1F497D" w:themeColor="text2"/>
          <w:sz w:val="32"/>
          <w:szCs w:val="32"/>
        </w:rPr>
        <w:t>Advice</w:t>
      </w:r>
      <w:r w:rsidRPr="000D3B95">
        <w:rPr>
          <w:rFonts w:hint="eastAsia"/>
          <w:b/>
          <w:color w:val="1F497D" w:themeColor="text2"/>
          <w:sz w:val="32"/>
          <w:szCs w:val="32"/>
        </w:rPr>
        <w:t xml:space="preserve"> and Support</w:t>
      </w:r>
      <w:r w:rsidR="00406DCC">
        <w:rPr>
          <w:rFonts w:hint="eastAsia"/>
          <w:b/>
          <w:color w:val="1F497D" w:themeColor="text2"/>
          <w:sz w:val="32"/>
          <w:szCs w:val="32"/>
        </w:rPr>
        <w:t xml:space="preserve"> (Overview)</w:t>
      </w:r>
    </w:p>
    <w:p w:rsidR="006A37CF" w:rsidRPr="00406DCC" w:rsidRDefault="00406DCC" w:rsidP="00406DCC">
      <w:pPr>
        <w:rPr>
          <w:color w:val="1F497D" w:themeColor="text2"/>
          <w:sz w:val="24"/>
          <w:szCs w:val="24"/>
        </w:rPr>
      </w:pPr>
      <w:r>
        <w:rPr>
          <w:rFonts w:hint="eastAsia"/>
          <w:color w:val="1F497D" w:themeColor="text2"/>
          <w:sz w:val="24"/>
          <w:szCs w:val="24"/>
        </w:rPr>
        <w:t xml:space="preserve">Ask a colleague who has done a similar excursion                                                                   </w:t>
      </w:r>
      <w:r w:rsidR="00102659">
        <w:rPr>
          <w:rFonts w:hint="eastAsia"/>
          <w:color w:val="1F497D" w:themeColor="text2"/>
          <w:sz w:val="24"/>
          <w:szCs w:val="24"/>
        </w:rPr>
        <w:t xml:space="preserve">                                         </w:t>
      </w:r>
      <w:r>
        <w:rPr>
          <w:rFonts w:hint="eastAsia"/>
          <w:color w:val="1F497D" w:themeColor="text2"/>
          <w:sz w:val="24"/>
          <w:szCs w:val="24"/>
        </w:rPr>
        <w:t xml:space="preserve"> </w:t>
      </w:r>
      <w:proofErr w:type="gramStart"/>
      <w:r w:rsidR="00F651EA">
        <w:rPr>
          <w:color w:val="1F497D" w:themeColor="text2"/>
          <w:sz w:val="24"/>
          <w:szCs w:val="24"/>
        </w:rPr>
        <w:t>And/or</w:t>
      </w:r>
      <w:proofErr w:type="gramEnd"/>
      <w:r w:rsidR="00F651EA">
        <w:rPr>
          <w:color w:val="1F497D" w:themeColor="text2"/>
          <w:sz w:val="24"/>
          <w:szCs w:val="24"/>
        </w:rPr>
        <w:t xml:space="preserve"> ask me:   </w:t>
      </w:r>
      <w:r w:rsidR="000D3B95" w:rsidRPr="000D3B95">
        <w:rPr>
          <w:color w:val="1F497D" w:themeColor="text2"/>
          <w:sz w:val="24"/>
          <w:szCs w:val="24"/>
        </w:rPr>
        <w:t>alan.greaves@wavell.hants.sch.uk</w:t>
      </w:r>
    </w:p>
    <w:sectPr w:rsidR="006A37CF" w:rsidRPr="00406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CF"/>
    <w:rsid w:val="0002026B"/>
    <w:rsid w:val="00023876"/>
    <w:rsid w:val="000274ED"/>
    <w:rsid w:val="00040061"/>
    <w:rsid w:val="00040ED2"/>
    <w:rsid w:val="00042203"/>
    <w:rsid w:val="00042B94"/>
    <w:rsid w:val="00045181"/>
    <w:rsid w:val="0005193A"/>
    <w:rsid w:val="00062891"/>
    <w:rsid w:val="0006347F"/>
    <w:rsid w:val="0007544D"/>
    <w:rsid w:val="00080861"/>
    <w:rsid w:val="0008394D"/>
    <w:rsid w:val="000A3559"/>
    <w:rsid w:val="000C0FD6"/>
    <w:rsid w:val="000D09A6"/>
    <w:rsid w:val="000D3B95"/>
    <w:rsid w:val="000D7722"/>
    <w:rsid w:val="000F1730"/>
    <w:rsid w:val="000F2CE6"/>
    <w:rsid w:val="00102659"/>
    <w:rsid w:val="00105707"/>
    <w:rsid w:val="00114EDC"/>
    <w:rsid w:val="001215FD"/>
    <w:rsid w:val="00121C89"/>
    <w:rsid w:val="00123B0F"/>
    <w:rsid w:val="00131218"/>
    <w:rsid w:val="0013400A"/>
    <w:rsid w:val="001345E4"/>
    <w:rsid w:val="00136AA0"/>
    <w:rsid w:val="00142D94"/>
    <w:rsid w:val="0014632C"/>
    <w:rsid w:val="001503B9"/>
    <w:rsid w:val="0015460C"/>
    <w:rsid w:val="00165101"/>
    <w:rsid w:val="001679C8"/>
    <w:rsid w:val="00170E33"/>
    <w:rsid w:val="0017139D"/>
    <w:rsid w:val="001762E2"/>
    <w:rsid w:val="00181A70"/>
    <w:rsid w:val="001877E7"/>
    <w:rsid w:val="0018792A"/>
    <w:rsid w:val="001917E5"/>
    <w:rsid w:val="001A6BFA"/>
    <w:rsid w:val="001C30E7"/>
    <w:rsid w:val="001D4645"/>
    <w:rsid w:val="001D541F"/>
    <w:rsid w:val="001E0E06"/>
    <w:rsid w:val="001E41FF"/>
    <w:rsid w:val="001F0133"/>
    <w:rsid w:val="001F0738"/>
    <w:rsid w:val="001F1F4C"/>
    <w:rsid w:val="001F2322"/>
    <w:rsid w:val="002001AF"/>
    <w:rsid w:val="0020026E"/>
    <w:rsid w:val="002052FD"/>
    <w:rsid w:val="0020652D"/>
    <w:rsid w:val="00214172"/>
    <w:rsid w:val="002166C5"/>
    <w:rsid w:val="00220BA0"/>
    <w:rsid w:val="00222399"/>
    <w:rsid w:val="00222E61"/>
    <w:rsid w:val="0022602D"/>
    <w:rsid w:val="00234673"/>
    <w:rsid w:val="002366EF"/>
    <w:rsid w:val="00236D87"/>
    <w:rsid w:val="002466A9"/>
    <w:rsid w:val="00250D0A"/>
    <w:rsid w:val="002517D6"/>
    <w:rsid w:val="00260D5B"/>
    <w:rsid w:val="002B6593"/>
    <w:rsid w:val="002C2D79"/>
    <w:rsid w:val="002C4E9F"/>
    <w:rsid w:val="002C5651"/>
    <w:rsid w:val="002D5027"/>
    <w:rsid w:val="002D7EFF"/>
    <w:rsid w:val="002E2653"/>
    <w:rsid w:val="002E3B17"/>
    <w:rsid w:val="002E6547"/>
    <w:rsid w:val="002F7AB5"/>
    <w:rsid w:val="003025B2"/>
    <w:rsid w:val="00304014"/>
    <w:rsid w:val="00323B1E"/>
    <w:rsid w:val="00325360"/>
    <w:rsid w:val="003439B0"/>
    <w:rsid w:val="00352F73"/>
    <w:rsid w:val="00355BE4"/>
    <w:rsid w:val="00372590"/>
    <w:rsid w:val="0037700B"/>
    <w:rsid w:val="003829E6"/>
    <w:rsid w:val="00390A4A"/>
    <w:rsid w:val="00396439"/>
    <w:rsid w:val="003A1FF4"/>
    <w:rsid w:val="003B20F7"/>
    <w:rsid w:val="003C71F0"/>
    <w:rsid w:val="003E6E47"/>
    <w:rsid w:val="003F58F2"/>
    <w:rsid w:val="00401045"/>
    <w:rsid w:val="004028ED"/>
    <w:rsid w:val="00406DCC"/>
    <w:rsid w:val="00414DA3"/>
    <w:rsid w:val="00420BA7"/>
    <w:rsid w:val="00421ACA"/>
    <w:rsid w:val="0044255E"/>
    <w:rsid w:val="004429D4"/>
    <w:rsid w:val="00444F82"/>
    <w:rsid w:val="00445C3C"/>
    <w:rsid w:val="00451B6F"/>
    <w:rsid w:val="004625B2"/>
    <w:rsid w:val="004822A1"/>
    <w:rsid w:val="00482CC2"/>
    <w:rsid w:val="00483212"/>
    <w:rsid w:val="00496496"/>
    <w:rsid w:val="004A036F"/>
    <w:rsid w:val="004A18B1"/>
    <w:rsid w:val="004A5F18"/>
    <w:rsid w:val="004B0C01"/>
    <w:rsid w:val="004B28D0"/>
    <w:rsid w:val="004B65D2"/>
    <w:rsid w:val="004E408D"/>
    <w:rsid w:val="004F191A"/>
    <w:rsid w:val="00507610"/>
    <w:rsid w:val="00507628"/>
    <w:rsid w:val="00534A75"/>
    <w:rsid w:val="00544BB4"/>
    <w:rsid w:val="00546241"/>
    <w:rsid w:val="00550F08"/>
    <w:rsid w:val="00554283"/>
    <w:rsid w:val="005643A7"/>
    <w:rsid w:val="00564E9F"/>
    <w:rsid w:val="00565E5A"/>
    <w:rsid w:val="005814A9"/>
    <w:rsid w:val="00581F75"/>
    <w:rsid w:val="00586706"/>
    <w:rsid w:val="00586F69"/>
    <w:rsid w:val="0059467F"/>
    <w:rsid w:val="005A412E"/>
    <w:rsid w:val="005B16A9"/>
    <w:rsid w:val="005B288E"/>
    <w:rsid w:val="005B341F"/>
    <w:rsid w:val="005C1F24"/>
    <w:rsid w:val="005D52DC"/>
    <w:rsid w:val="005F6A66"/>
    <w:rsid w:val="005F747F"/>
    <w:rsid w:val="006040ED"/>
    <w:rsid w:val="0060666E"/>
    <w:rsid w:val="006106FB"/>
    <w:rsid w:val="00624A08"/>
    <w:rsid w:val="0064263C"/>
    <w:rsid w:val="00663209"/>
    <w:rsid w:val="006656AA"/>
    <w:rsid w:val="00665B98"/>
    <w:rsid w:val="00684E03"/>
    <w:rsid w:val="0069273A"/>
    <w:rsid w:val="00696C79"/>
    <w:rsid w:val="006A37CF"/>
    <w:rsid w:val="006C11E7"/>
    <w:rsid w:val="006C3F7D"/>
    <w:rsid w:val="006C54AC"/>
    <w:rsid w:val="006D44A0"/>
    <w:rsid w:val="006D7C2C"/>
    <w:rsid w:val="006E4098"/>
    <w:rsid w:val="00701FFD"/>
    <w:rsid w:val="0070438A"/>
    <w:rsid w:val="00745C02"/>
    <w:rsid w:val="00757433"/>
    <w:rsid w:val="00761D67"/>
    <w:rsid w:val="00762215"/>
    <w:rsid w:val="00766FCE"/>
    <w:rsid w:val="007713EA"/>
    <w:rsid w:val="0079264C"/>
    <w:rsid w:val="0079358F"/>
    <w:rsid w:val="007A6C37"/>
    <w:rsid w:val="007A7FE2"/>
    <w:rsid w:val="007C6C12"/>
    <w:rsid w:val="007E4C8D"/>
    <w:rsid w:val="007F2A11"/>
    <w:rsid w:val="007F3A13"/>
    <w:rsid w:val="007F44A5"/>
    <w:rsid w:val="007F4C1B"/>
    <w:rsid w:val="00800756"/>
    <w:rsid w:val="00802469"/>
    <w:rsid w:val="0081010F"/>
    <w:rsid w:val="00823C3B"/>
    <w:rsid w:val="008326A7"/>
    <w:rsid w:val="00836FFE"/>
    <w:rsid w:val="00866359"/>
    <w:rsid w:val="00870893"/>
    <w:rsid w:val="00873269"/>
    <w:rsid w:val="00881D75"/>
    <w:rsid w:val="008A564D"/>
    <w:rsid w:val="008D4DED"/>
    <w:rsid w:val="008D56B1"/>
    <w:rsid w:val="008D61CB"/>
    <w:rsid w:val="008E277E"/>
    <w:rsid w:val="008E460E"/>
    <w:rsid w:val="008E75DF"/>
    <w:rsid w:val="008F061D"/>
    <w:rsid w:val="009035C7"/>
    <w:rsid w:val="0090391A"/>
    <w:rsid w:val="00904150"/>
    <w:rsid w:val="0090545D"/>
    <w:rsid w:val="00924386"/>
    <w:rsid w:val="00933A27"/>
    <w:rsid w:val="00934B12"/>
    <w:rsid w:val="00936F96"/>
    <w:rsid w:val="00947EDB"/>
    <w:rsid w:val="00954CA2"/>
    <w:rsid w:val="00972FF9"/>
    <w:rsid w:val="009760DF"/>
    <w:rsid w:val="00977EFB"/>
    <w:rsid w:val="00982C1B"/>
    <w:rsid w:val="009A26F1"/>
    <w:rsid w:val="009B0244"/>
    <w:rsid w:val="009B1563"/>
    <w:rsid w:val="009B21AC"/>
    <w:rsid w:val="009B3487"/>
    <w:rsid w:val="009B47FF"/>
    <w:rsid w:val="009C1EBE"/>
    <w:rsid w:val="009C6815"/>
    <w:rsid w:val="009D3C04"/>
    <w:rsid w:val="009D652E"/>
    <w:rsid w:val="009D6970"/>
    <w:rsid w:val="009E371C"/>
    <w:rsid w:val="009E37E7"/>
    <w:rsid w:val="009E4CC0"/>
    <w:rsid w:val="009E75ED"/>
    <w:rsid w:val="00A06272"/>
    <w:rsid w:val="00A06BCE"/>
    <w:rsid w:val="00A1349F"/>
    <w:rsid w:val="00A16339"/>
    <w:rsid w:val="00A25C25"/>
    <w:rsid w:val="00A25EEE"/>
    <w:rsid w:val="00A263AF"/>
    <w:rsid w:val="00A2716E"/>
    <w:rsid w:val="00A27E8F"/>
    <w:rsid w:val="00A40CA3"/>
    <w:rsid w:val="00A41F62"/>
    <w:rsid w:val="00A42ADF"/>
    <w:rsid w:val="00A52ECD"/>
    <w:rsid w:val="00A60749"/>
    <w:rsid w:val="00A60C18"/>
    <w:rsid w:val="00A70762"/>
    <w:rsid w:val="00A77100"/>
    <w:rsid w:val="00A943BA"/>
    <w:rsid w:val="00AA429F"/>
    <w:rsid w:val="00AA4D52"/>
    <w:rsid w:val="00AA7680"/>
    <w:rsid w:val="00AC5A44"/>
    <w:rsid w:val="00AD6A38"/>
    <w:rsid w:val="00AE1E7D"/>
    <w:rsid w:val="00AF2F08"/>
    <w:rsid w:val="00AF47EA"/>
    <w:rsid w:val="00B00F86"/>
    <w:rsid w:val="00B06D6F"/>
    <w:rsid w:val="00B1242A"/>
    <w:rsid w:val="00B146BE"/>
    <w:rsid w:val="00B274AB"/>
    <w:rsid w:val="00B3115E"/>
    <w:rsid w:val="00B41C4C"/>
    <w:rsid w:val="00B609FF"/>
    <w:rsid w:val="00B73DFB"/>
    <w:rsid w:val="00BA0E8B"/>
    <w:rsid w:val="00BA1DCF"/>
    <w:rsid w:val="00BB6982"/>
    <w:rsid w:val="00BC0D09"/>
    <w:rsid w:val="00BC5533"/>
    <w:rsid w:val="00BD19F1"/>
    <w:rsid w:val="00BD3A56"/>
    <w:rsid w:val="00BE032B"/>
    <w:rsid w:val="00BE1C89"/>
    <w:rsid w:val="00BE24B9"/>
    <w:rsid w:val="00BE699D"/>
    <w:rsid w:val="00BE6B58"/>
    <w:rsid w:val="00BF3A81"/>
    <w:rsid w:val="00C001E1"/>
    <w:rsid w:val="00C05AA5"/>
    <w:rsid w:val="00C26734"/>
    <w:rsid w:val="00C3435B"/>
    <w:rsid w:val="00C461D4"/>
    <w:rsid w:val="00C46A1F"/>
    <w:rsid w:val="00C64CE3"/>
    <w:rsid w:val="00C6520A"/>
    <w:rsid w:val="00C76139"/>
    <w:rsid w:val="00C768CC"/>
    <w:rsid w:val="00C76F8D"/>
    <w:rsid w:val="00CA62C5"/>
    <w:rsid w:val="00CB4237"/>
    <w:rsid w:val="00CE217B"/>
    <w:rsid w:val="00CE30A8"/>
    <w:rsid w:val="00CE33E1"/>
    <w:rsid w:val="00CE509F"/>
    <w:rsid w:val="00D06D49"/>
    <w:rsid w:val="00D119D7"/>
    <w:rsid w:val="00D14382"/>
    <w:rsid w:val="00D14642"/>
    <w:rsid w:val="00D24C19"/>
    <w:rsid w:val="00D25364"/>
    <w:rsid w:val="00D26B59"/>
    <w:rsid w:val="00D35287"/>
    <w:rsid w:val="00D37471"/>
    <w:rsid w:val="00D43504"/>
    <w:rsid w:val="00D4559A"/>
    <w:rsid w:val="00D55B0A"/>
    <w:rsid w:val="00D63396"/>
    <w:rsid w:val="00D6373A"/>
    <w:rsid w:val="00D75586"/>
    <w:rsid w:val="00D755C0"/>
    <w:rsid w:val="00D8450E"/>
    <w:rsid w:val="00D8554C"/>
    <w:rsid w:val="00DB04F3"/>
    <w:rsid w:val="00DB1F58"/>
    <w:rsid w:val="00DD01C1"/>
    <w:rsid w:val="00DD1E72"/>
    <w:rsid w:val="00DE05A0"/>
    <w:rsid w:val="00DE16AA"/>
    <w:rsid w:val="00DE3543"/>
    <w:rsid w:val="00DE6D4A"/>
    <w:rsid w:val="00DE7462"/>
    <w:rsid w:val="00DF52F3"/>
    <w:rsid w:val="00DF5C2D"/>
    <w:rsid w:val="00DF6E06"/>
    <w:rsid w:val="00E024B0"/>
    <w:rsid w:val="00E02BC8"/>
    <w:rsid w:val="00E04D90"/>
    <w:rsid w:val="00E215D6"/>
    <w:rsid w:val="00E21A48"/>
    <w:rsid w:val="00E227C0"/>
    <w:rsid w:val="00E328AD"/>
    <w:rsid w:val="00E33032"/>
    <w:rsid w:val="00E36AD5"/>
    <w:rsid w:val="00E44092"/>
    <w:rsid w:val="00E62D4E"/>
    <w:rsid w:val="00E632C4"/>
    <w:rsid w:val="00E716BA"/>
    <w:rsid w:val="00E71735"/>
    <w:rsid w:val="00E77C55"/>
    <w:rsid w:val="00E868A6"/>
    <w:rsid w:val="00E942B0"/>
    <w:rsid w:val="00EB3C4C"/>
    <w:rsid w:val="00EB55C9"/>
    <w:rsid w:val="00EC0939"/>
    <w:rsid w:val="00EC7924"/>
    <w:rsid w:val="00EE5FBC"/>
    <w:rsid w:val="00EF71A6"/>
    <w:rsid w:val="00F04F5C"/>
    <w:rsid w:val="00F1092E"/>
    <w:rsid w:val="00F11C15"/>
    <w:rsid w:val="00F16071"/>
    <w:rsid w:val="00F25AA7"/>
    <w:rsid w:val="00F51E2E"/>
    <w:rsid w:val="00F52CBD"/>
    <w:rsid w:val="00F53DB2"/>
    <w:rsid w:val="00F612ED"/>
    <w:rsid w:val="00F651EA"/>
    <w:rsid w:val="00F67250"/>
    <w:rsid w:val="00F75BBD"/>
    <w:rsid w:val="00F76191"/>
    <w:rsid w:val="00F8170D"/>
    <w:rsid w:val="00F823D2"/>
    <w:rsid w:val="00FA7E8D"/>
    <w:rsid w:val="00FB0E6D"/>
    <w:rsid w:val="00FC15C4"/>
    <w:rsid w:val="00FC1BD7"/>
    <w:rsid w:val="00FC50EC"/>
    <w:rsid w:val="00FD1EEE"/>
    <w:rsid w:val="00FD2612"/>
    <w:rsid w:val="00FD6B39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A26F1"/>
    <w:rPr>
      <w:i/>
      <w:iCs/>
    </w:rPr>
  </w:style>
  <w:style w:type="character" w:styleId="Hyperlink">
    <w:name w:val="Hyperlink"/>
    <w:basedOn w:val="DefaultParagraphFont"/>
    <w:uiPriority w:val="99"/>
    <w:unhideWhenUsed/>
    <w:rsid w:val="00F651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A26F1"/>
    <w:rPr>
      <w:i/>
      <w:iCs/>
    </w:rPr>
  </w:style>
  <w:style w:type="character" w:styleId="Hyperlink">
    <w:name w:val="Hyperlink"/>
    <w:basedOn w:val="DefaultParagraphFont"/>
    <w:uiPriority w:val="99"/>
    <w:unhideWhenUsed/>
    <w:rsid w:val="00F651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avellschool.org.uk/Student-Zone/Japanese-Clu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742F988</Template>
  <TotalTime>55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Yoko</dc:creator>
  <cp:lastModifiedBy>Alan Greaves</cp:lastModifiedBy>
  <cp:revision>6</cp:revision>
  <dcterms:created xsi:type="dcterms:W3CDTF">2015-10-22T20:09:00Z</dcterms:created>
  <dcterms:modified xsi:type="dcterms:W3CDTF">2015-10-23T07:10:00Z</dcterms:modified>
</cp:coreProperties>
</file>